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6AB7EA24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8B2596" w:rsidRPr="008B2596">
              <w:rPr>
                <w:rFonts w:ascii="Times New Roman" w:eastAsia="Calibri" w:hAnsi="Times New Roman" w:cs="Times New Roman"/>
                <w:b/>
                <w:bCs/>
              </w:rPr>
              <w:t>MTÜ Viisu Külaselts</w:t>
            </w:r>
            <w:r w:rsidR="008B2596">
              <w:rPr>
                <w:rFonts w:ascii="Times New Roman" w:eastAsia="Calibri" w:hAnsi="Times New Roman" w:cs="Times New Roman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65F0932B" w:rsidR="00F21C04" w:rsidRPr="00645CA1" w:rsidRDefault="00912C7A" w:rsidP="00E06C31">
            <w:pPr>
              <w:rPr>
                <w:rFonts w:ascii="Times New Roman" w:eastAsia="Calibri" w:hAnsi="Times New Roman" w:cs="Times New Roman"/>
              </w:rPr>
            </w:pPr>
            <w:r w:rsidRPr="00912C7A">
              <w:rPr>
                <w:rFonts w:ascii="Times New Roman" w:eastAsia="Calibri" w:hAnsi="Times New Roman" w:cs="Times New Roman"/>
                <w:b/>
                <w:bCs/>
              </w:rPr>
              <w:t>MTÜ Viisu Külaselts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1F043108" w:rsidR="00F21C04" w:rsidRPr="00912C7A" w:rsidRDefault="00912C7A" w:rsidP="00E06C31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912C7A">
              <w:rPr>
                <w:rFonts w:ascii="Times New Roman" w:eastAsia="Calibri" w:hAnsi="Times New Roman" w:cs="Times New Roman"/>
                <w:b/>
                <w:bCs/>
              </w:rPr>
              <w:t xml:space="preserve">Aivar Tubli; </w:t>
            </w:r>
            <w:hyperlink r:id="rId7" w:history="1">
              <w:r w:rsidRPr="00912C7A">
                <w:rPr>
                  <w:rStyle w:val="Hperlink"/>
                  <w:rFonts w:eastAsia="Calibri"/>
                  <w:b/>
                  <w:bCs/>
                  <w:color w:val="auto"/>
                </w:rPr>
                <w:t>aivar@stik.ee</w:t>
              </w:r>
            </w:hyperlink>
            <w:r w:rsidRPr="00912C7A">
              <w:rPr>
                <w:rFonts w:ascii="Times New Roman" w:eastAsia="Calibri" w:hAnsi="Times New Roman" w:cs="Times New Roman"/>
                <w:b/>
                <w:bCs/>
              </w:rPr>
              <w:t>; 5012380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47D08F37" w14:textId="27131084" w:rsidR="006E179D" w:rsidRPr="00645CA1" w:rsidRDefault="00912C7A" w:rsidP="00E06C31">
            <w:pPr>
              <w:rPr>
                <w:rFonts w:ascii="Times New Roman" w:eastAsia="Calibri" w:hAnsi="Times New Roman" w:cs="Times New Roman"/>
              </w:rPr>
            </w:pPr>
            <w:r w:rsidRPr="00912C7A">
              <w:rPr>
                <w:rFonts w:ascii="Times New Roman" w:eastAsia="Calibri" w:hAnsi="Times New Roman" w:cs="Times New Roman"/>
                <w:b/>
                <w:bCs/>
              </w:rPr>
              <w:t>SEB; EE191010220272413224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216D6222"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7C5A8572" w14:textId="546F4C18" w:rsidR="006E179D" w:rsidRPr="006E179D" w:rsidRDefault="006E179D" w:rsidP="00E06C31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6E179D">
              <w:rPr>
                <w:rFonts w:ascii="Times New Roman" w:eastAsia="Calibri" w:hAnsi="Times New Roman" w:cs="Times New Roman"/>
                <w:b/>
                <w:bCs/>
              </w:rPr>
              <w:t>Põhikirja alusel</w:t>
            </w:r>
          </w:p>
          <w:p w14:paraId="68FB3348" w14:textId="34866528" w:rsidR="006E179D" w:rsidRPr="006E179D" w:rsidRDefault="006E179D" w:rsidP="00E06C31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6E179D">
              <w:rPr>
                <w:rFonts w:ascii="Times New Roman" w:eastAsia="Calibri" w:hAnsi="Times New Roman" w:cs="Times New Roman"/>
                <w:b/>
                <w:bCs/>
              </w:rPr>
              <w:t>Juhatuse esimees</w:t>
            </w:r>
          </w:p>
          <w:p w14:paraId="22E36F99" w14:textId="4FED5D4F" w:rsidR="006E179D" w:rsidRPr="006E179D" w:rsidRDefault="006E179D" w:rsidP="00E06C31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6E179D">
              <w:rPr>
                <w:rFonts w:ascii="Times New Roman" w:eastAsia="Calibri" w:hAnsi="Times New Roman" w:cs="Times New Roman"/>
                <w:b/>
                <w:bCs/>
              </w:rPr>
              <w:t>Aivar Tubli</w:t>
            </w:r>
          </w:p>
          <w:p w14:paraId="61719C9B" w14:textId="71D19DC3"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D" w14:textId="466555CB" w:rsidR="00F21C04" w:rsidRPr="006E179D" w:rsidRDefault="00F21C04" w:rsidP="00E06C31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24248" w14:textId="77777777" w:rsidR="00310A7C" w:rsidRDefault="00310A7C" w:rsidP="00DF44DF">
      <w:r>
        <w:separator/>
      </w:r>
    </w:p>
  </w:endnote>
  <w:endnote w:type="continuationSeparator" w:id="0">
    <w:p w14:paraId="5E368AA3" w14:textId="77777777" w:rsidR="00310A7C" w:rsidRDefault="00310A7C" w:rsidP="00DF44DF">
      <w:r>
        <w:continuationSeparator/>
      </w:r>
    </w:p>
  </w:endnote>
  <w:endnote w:type="continuationNotice" w:id="1">
    <w:p w14:paraId="37D73635" w14:textId="77777777" w:rsidR="00310A7C" w:rsidRDefault="00310A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EFCB" w14:textId="77777777" w:rsidR="00310A7C" w:rsidRDefault="00310A7C" w:rsidP="00DF44DF">
      <w:r>
        <w:separator/>
      </w:r>
    </w:p>
  </w:footnote>
  <w:footnote w:type="continuationSeparator" w:id="0">
    <w:p w14:paraId="2F71E745" w14:textId="77777777" w:rsidR="00310A7C" w:rsidRDefault="00310A7C" w:rsidP="00DF44DF">
      <w:r>
        <w:continuationSeparator/>
      </w:r>
    </w:p>
  </w:footnote>
  <w:footnote w:type="continuationNotice" w:id="1">
    <w:p w14:paraId="15537DD8" w14:textId="77777777" w:rsidR="00310A7C" w:rsidRDefault="00310A7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10A7C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E179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B2596"/>
    <w:rsid w:val="008D4634"/>
    <w:rsid w:val="008F0B50"/>
    <w:rsid w:val="00912C7A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912C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ivar@stik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24</TotalTime>
  <Pages>1</Pages>
  <Words>204</Words>
  <Characters>1186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Aivar</cp:lastModifiedBy>
  <cp:revision>3</cp:revision>
  <cp:lastPrinted>2014-04-02T13:57:00Z</cp:lastPrinted>
  <dcterms:created xsi:type="dcterms:W3CDTF">2023-03-20T08:54:00Z</dcterms:created>
  <dcterms:modified xsi:type="dcterms:W3CDTF">2023-03-20T10:03:00Z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